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433A" w:rsidRPr="001A40E2" w:rsidRDefault="00E86040" w:rsidP="00E1433A">
      <w:pPr>
        <w:spacing w:after="180"/>
        <w:rPr>
          <w:b/>
          <w:sz w:val="44"/>
          <w:szCs w:val="44"/>
        </w:rPr>
      </w:pPr>
      <w:r w:rsidRPr="00E86040">
        <w:rPr>
          <w:b/>
          <w:sz w:val="44"/>
          <w:szCs w:val="44"/>
        </w:rPr>
        <w:t>Radioactive sources</w:t>
      </w:r>
    </w:p>
    <w:p w:rsidR="00E1433A" w:rsidRDefault="00E1433A" w:rsidP="00E1433A">
      <w:pPr>
        <w:spacing w:after="180"/>
      </w:pPr>
    </w:p>
    <w:p w:rsidR="00E86040" w:rsidRPr="00E86040" w:rsidRDefault="00E86040" w:rsidP="00E86040">
      <w:pPr>
        <w:spacing w:line="276" w:lineRule="auto"/>
      </w:pPr>
      <w:r w:rsidRPr="00E86040">
        <w:t>Radioactive sources are often used to demonstrate radioactivity.</w:t>
      </w:r>
    </w:p>
    <w:p w:rsidR="00E1433A" w:rsidRPr="00201AC2" w:rsidRDefault="00E86040" w:rsidP="00E86040">
      <w:pPr>
        <w:spacing w:after="240"/>
        <w:rPr>
          <w:szCs w:val="18"/>
        </w:rPr>
      </w:pPr>
      <w:r w:rsidRPr="00E86040">
        <w:t>A warning sign alerts people to the dangers of what is inside.</w:t>
      </w:r>
    </w:p>
    <w:p w:rsidR="00A44157" w:rsidRPr="00E86040" w:rsidRDefault="00E86040" w:rsidP="00E86040">
      <w:pPr>
        <w:spacing w:before="240" w:after="360"/>
        <w:jc w:val="center"/>
        <w:rPr>
          <w:iCs/>
          <w:szCs w:val="18"/>
        </w:rPr>
      </w:pPr>
      <w:r>
        <w:rPr>
          <w:iCs/>
          <w:noProof/>
          <w:szCs w:val="18"/>
        </w:rPr>
        <w:drawing>
          <wp:inline distT="0" distB="0" distL="0" distR="0" wp14:anchorId="6E5D77E9">
            <wp:extent cx="1622066" cy="1199414"/>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0199" cy="1220216"/>
                    </a:xfrm>
                    <a:prstGeom prst="rect">
                      <a:avLst/>
                    </a:prstGeom>
                    <a:noFill/>
                  </pic:spPr>
                </pic:pic>
              </a:graphicData>
            </a:graphic>
          </wp:inline>
        </w:drawing>
      </w:r>
    </w:p>
    <w:p w:rsidR="00E86040" w:rsidRPr="00E86040" w:rsidRDefault="00E86040" w:rsidP="00E86040">
      <w:pPr>
        <w:spacing w:after="120" w:line="288" w:lineRule="auto"/>
        <w:rPr>
          <w:i/>
          <w:iCs/>
          <w:szCs w:val="18"/>
        </w:rPr>
      </w:pPr>
      <w:r w:rsidRPr="00E86040">
        <w:rPr>
          <w:i/>
          <w:iCs/>
          <w:szCs w:val="18"/>
        </w:rPr>
        <w:t>Fill in the gaps to describe radioactive sources.</w:t>
      </w:r>
    </w:p>
    <w:p w:rsidR="00E86040" w:rsidRPr="00E86040" w:rsidRDefault="00E86040" w:rsidP="00E86040">
      <w:pPr>
        <w:spacing w:after="240" w:line="288" w:lineRule="auto"/>
        <w:rPr>
          <w:i/>
          <w:iCs/>
          <w:szCs w:val="18"/>
        </w:rPr>
      </w:pPr>
      <w:r w:rsidRPr="00E86040">
        <w:rPr>
          <w:i/>
          <w:iCs/>
          <w:szCs w:val="18"/>
        </w:rPr>
        <w:t>You should only use the words</w:t>
      </w:r>
      <w:r w:rsidRPr="00E86040">
        <w:rPr>
          <w:b/>
          <w:bCs/>
          <w:i/>
          <w:iCs/>
          <w:szCs w:val="18"/>
        </w:rPr>
        <w:t xml:space="preserve"> </w:t>
      </w:r>
      <w:r w:rsidRPr="00E86040">
        <w:rPr>
          <w:b/>
          <w:bCs/>
          <w:i/>
          <w:iCs/>
          <w:sz w:val="28"/>
          <w:szCs w:val="18"/>
        </w:rPr>
        <w:t xml:space="preserve">radioactive particles </w:t>
      </w:r>
      <w:r w:rsidRPr="00E86040">
        <w:rPr>
          <w:i/>
          <w:iCs/>
          <w:szCs w:val="18"/>
        </w:rPr>
        <w:t>or</w:t>
      </w:r>
      <w:r w:rsidRPr="00E86040">
        <w:rPr>
          <w:b/>
          <w:bCs/>
          <w:i/>
          <w:iCs/>
          <w:szCs w:val="18"/>
        </w:rPr>
        <w:t xml:space="preserve"> </w:t>
      </w:r>
      <w:r w:rsidRPr="00E86040">
        <w:rPr>
          <w:b/>
          <w:bCs/>
          <w:i/>
          <w:iCs/>
          <w:sz w:val="28"/>
          <w:szCs w:val="18"/>
        </w:rPr>
        <w:t>radiation</w:t>
      </w:r>
      <w:r w:rsidRPr="00E86040">
        <w:rPr>
          <w:i/>
          <w:iCs/>
          <w:szCs w:val="18"/>
        </w:rPr>
        <w:t>.</w:t>
      </w:r>
    </w:p>
    <w:p w:rsidR="00E86040" w:rsidRPr="00E86040" w:rsidRDefault="00E86040" w:rsidP="00E86040">
      <w:pPr>
        <w:spacing w:before="360" w:after="240"/>
        <w:rPr>
          <w:bCs/>
          <w:sz w:val="32"/>
          <w:szCs w:val="32"/>
        </w:rPr>
      </w:pPr>
      <w:r w:rsidRPr="00E86040">
        <w:rPr>
          <w:bCs/>
          <w:sz w:val="32"/>
          <w:szCs w:val="32"/>
        </w:rPr>
        <w:t xml:space="preserve">Each radioactive source contains </w:t>
      </w:r>
      <w:r w:rsidR="005F67C2">
        <w:rPr>
          <w:bCs/>
          <w:sz w:val="32"/>
          <w:szCs w:val="32"/>
        </w:rPr>
        <w:t>____</w:t>
      </w:r>
      <w:r w:rsidRPr="00E86040">
        <w:rPr>
          <w:bCs/>
          <w:sz w:val="32"/>
          <w:szCs w:val="32"/>
        </w:rPr>
        <w:t>_______________.</w:t>
      </w:r>
    </w:p>
    <w:p w:rsidR="00E86040" w:rsidRPr="00E86040" w:rsidRDefault="00E86040" w:rsidP="00E86040">
      <w:pPr>
        <w:ind w:left="426"/>
        <w:rPr>
          <w:bCs/>
          <w:sz w:val="32"/>
          <w:szCs w:val="32"/>
        </w:rPr>
      </w:pPr>
      <w:r w:rsidRPr="00E86040">
        <w:rPr>
          <w:bCs/>
          <w:sz w:val="32"/>
          <w:szCs w:val="32"/>
        </w:rPr>
        <w:t xml:space="preserve">The alpha source emits alpha particles. </w:t>
      </w:r>
    </w:p>
    <w:p w:rsidR="00E86040" w:rsidRPr="00E86040" w:rsidRDefault="00E86040" w:rsidP="00E86040">
      <w:pPr>
        <w:spacing w:after="240"/>
        <w:ind w:left="426"/>
        <w:rPr>
          <w:bCs/>
          <w:sz w:val="32"/>
          <w:szCs w:val="32"/>
        </w:rPr>
      </w:pPr>
      <w:r w:rsidRPr="00E86040">
        <w:rPr>
          <w:bCs/>
          <w:sz w:val="32"/>
          <w:szCs w:val="32"/>
        </w:rPr>
        <w:t>Alpha particles are ______</w:t>
      </w:r>
      <w:r w:rsidR="005F67C2">
        <w:rPr>
          <w:bCs/>
          <w:sz w:val="32"/>
          <w:szCs w:val="32"/>
        </w:rPr>
        <w:t>____</w:t>
      </w:r>
      <w:r w:rsidRPr="00E86040">
        <w:rPr>
          <w:bCs/>
          <w:sz w:val="32"/>
          <w:szCs w:val="32"/>
        </w:rPr>
        <w:t>________.</w:t>
      </w:r>
    </w:p>
    <w:p w:rsidR="00E86040" w:rsidRPr="00E86040" w:rsidRDefault="00E86040" w:rsidP="00E86040">
      <w:pPr>
        <w:ind w:left="426"/>
        <w:rPr>
          <w:bCs/>
          <w:sz w:val="32"/>
          <w:szCs w:val="32"/>
        </w:rPr>
      </w:pPr>
      <w:r w:rsidRPr="00E86040">
        <w:rPr>
          <w:bCs/>
          <w:sz w:val="32"/>
          <w:szCs w:val="32"/>
        </w:rPr>
        <w:t xml:space="preserve">The beta source emits beta particles. </w:t>
      </w:r>
    </w:p>
    <w:p w:rsidR="00E86040" w:rsidRPr="00E86040" w:rsidRDefault="00E86040" w:rsidP="00E86040">
      <w:pPr>
        <w:spacing w:after="240"/>
        <w:ind w:left="426"/>
        <w:rPr>
          <w:bCs/>
          <w:sz w:val="32"/>
          <w:szCs w:val="32"/>
        </w:rPr>
      </w:pPr>
      <w:r w:rsidRPr="00E86040">
        <w:rPr>
          <w:bCs/>
          <w:sz w:val="32"/>
          <w:szCs w:val="32"/>
        </w:rPr>
        <w:t>Beta particles are __________</w:t>
      </w:r>
      <w:r w:rsidR="005F67C2">
        <w:rPr>
          <w:bCs/>
          <w:sz w:val="32"/>
          <w:szCs w:val="32"/>
        </w:rPr>
        <w:t>____</w:t>
      </w:r>
      <w:r w:rsidRPr="00E86040">
        <w:rPr>
          <w:bCs/>
          <w:sz w:val="32"/>
          <w:szCs w:val="32"/>
        </w:rPr>
        <w:t>_____.</w:t>
      </w:r>
    </w:p>
    <w:p w:rsidR="00E86040" w:rsidRPr="00E86040" w:rsidRDefault="00E86040" w:rsidP="00E86040">
      <w:pPr>
        <w:ind w:left="426"/>
        <w:rPr>
          <w:bCs/>
          <w:sz w:val="32"/>
          <w:szCs w:val="32"/>
        </w:rPr>
      </w:pPr>
      <w:r w:rsidRPr="00E86040">
        <w:rPr>
          <w:bCs/>
          <w:sz w:val="32"/>
          <w:szCs w:val="32"/>
        </w:rPr>
        <w:t xml:space="preserve">The gamma source emits gamma photons. </w:t>
      </w:r>
    </w:p>
    <w:p w:rsidR="00E86040" w:rsidRPr="00E86040" w:rsidRDefault="00E86040" w:rsidP="00E86040">
      <w:pPr>
        <w:spacing w:after="240"/>
        <w:ind w:left="426"/>
        <w:rPr>
          <w:bCs/>
          <w:sz w:val="32"/>
          <w:szCs w:val="32"/>
        </w:rPr>
      </w:pPr>
      <w:r w:rsidRPr="00E86040">
        <w:rPr>
          <w:bCs/>
          <w:sz w:val="32"/>
          <w:szCs w:val="32"/>
        </w:rPr>
        <w:t>Gamma photons are __________</w:t>
      </w:r>
      <w:r w:rsidR="005F67C2">
        <w:rPr>
          <w:bCs/>
          <w:sz w:val="32"/>
          <w:szCs w:val="32"/>
        </w:rPr>
        <w:t>____</w:t>
      </w:r>
      <w:r w:rsidRPr="00E86040">
        <w:rPr>
          <w:bCs/>
          <w:sz w:val="32"/>
          <w:szCs w:val="32"/>
        </w:rPr>
        <w:t>_____.</w:t>
      </w:r>
    </w:p>
    <w:p w:rsidR="00E86040" w:rsidRPr="00E86040" w:rsidRDefault="00E86040" w:rsidP="00E86040">
      <w:pPr>
        <w:rPr>
          <w:bCs/>
          <w:sz w:val="32"/>
          <w:szCs w:val="32"/>
        </w:rPr>
      </w:pPr>
      <w:r w:rsidRPr="00E86040">
        <w:rPr>
          <w:bCs/>
          <w:sz w:val="32"/>
          <w:szCs w:val="32"/>
        </w:rPr>
        <w:t>Each radioactive source is stored in a metal box made of lead.</w:t>
      </w:r>
    </w:p>
    <w:p w:rsidR="00E86040" w:rsidRPr="00E86040" w:rsidRDefault="00E86040" w:rsidP="00E86040">
      <w:pPr>
        <w:spacing w:after="360"/>
        <w:rPr>
          <w:bCs/>
          <w:sz w:val="32"/>
          <w:szCs w:val="32"/>
        </w:rPr>
      </w:pPr>
      <w:r w:rsidRPr="00E86040">
        <w:rPr>
          <w:bCs/>
          <w:sz w:val="32"/>
          <w:szCs w:val="32"/>
        </w:rPr>
        <w:t>The lead box absorbs ________</w:t>
      </w:r>
      <w:r w:rsidR="005F67C2">
        <w:rPr>
          <w:bCs/>
          <w:sz w:val="32"/>
          <w:szCs w:val="32"/>
        </w:rPr>
        <w:t>____</w:t>
      </w:r>
      <w:r w:rsidRPr="00E86040">
        <w:rPr>
          <w:bCs/>
          <w:sz w:val="32"/>
          <w:szCs w:val="32"/>
        </w:rPr>
        <w:t xml:space="preserve">_______. </w:t>
      </w:r>
    </w:p>
    <w:p w:rsidR="00201AC2" w:rsidRPr="00E86040" w:rsidRDefault="00E86040" w:rsidP="00E86040">
      <w:pPr>
        <w:spacing w:after="240"/>
        <w:rPr>
          <w:szCs w:val="18"/>
        </w:rPr>
      </w:pPr>
      <w:r w:rsidRPr="00E86040">
        <w:rPr>
          <w:bCs/>
          <w:sz w:val="32"/>
          <w:szCs w:val="32"/>
        </w:rPr>
        <w:t>____________</w:t>
      </w:r>
      <w:r w:rsidR="005F67C2">
        <w:rPr>
          <w:bCs/>
          <w:sz w:val="32"/>
          <w:szCs w:val="32"/>
        </w:rPr>
        <w:t>____</w:t>
      </w:r>
      <w:r w:rsidRPr="00E86040">
        <w:rPr>
          <w:bCs/>
          <w:sz w:val="32"/>
          <w:szCs w:val="32"/>
        </w:rPr>
        <w:t xml:space="preserve">___ </w:t>
      </w:r>
      <w:r w:rsidR="005F67C2">
        <w:rPr>
          <w:bCs/>
          <w:sz w:val="32"/>
          <w:szCs w:val="32"/>
        </w:rPr>
        <w:t>can</w:t>
      </w:r>
      <w:r w:rsidRPr="00E86040">
        <w:rPr>
          <w:bCs/>
          <w:sz w:val="32"/>
          <w:szCs w:val="32"/>
        </w:rPr>
        <w:t xml:space="preserve"> decay and emit ____</w:t>
      </w:r>
      <w:r w:rsidR="005F67C2">
        <w:rPr>
          <w:bCs/>
          <w:sz w:val="32"/>
          <w:szCs w:val="32"/>
        </w:rPr>
        <w:t>____</w:t>
      </w:r>
      <w:r w:rsidRPr="00E86040">
        <w:rPr>
          <w:bCs/>
          <w:sz w:val="32"/>
          <w:szCs w:val="32"/>
        </w:rPr>
        <w:t>___________.</w:t>
      </w: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sidRPr="001F6A7E">
        <w:rPr>
          <w:i/>
          <w:sz w:val="18"/>
          <w:szCs w:val="18"/>
        </w:rPr>
        <w:lastRenderedPageBreak/>
        <w:t>Physics</w:t>
      </w:r>
      <w:r w:rsidR="006F3279" w:rsidRPr="001F6A7E">
        <w:rPr>
          <w:i/>
          <w:sz w:val="18"/>
          <w:szCs w:val="18"/>
        </w:rPr>
        <w:t xml:space="preserve"> &gt; </w:t>
      </w:r>
      <w:r w:rsidR="0007651D" w:rsidRPr="001F6A7E">
        <w:rPr>
          <w:i/>
          <w:sz w:val="18"/>
          <w:szCs w:val="18"/>
        </w:rPr>
        <w:t xml:space="preserve">Big idea </w:t>
      </w:r>
      <w:r w:rsidRPr="001F6A7E">
        <w:rPr>
          <w:i/>
          <w:sz w:val="18"/>
          <w:szCs w:val="18"/>
        </w:rPr>
        <w:t>P</w:t>
      </w:r>
      <w:r w:rsidR="00922952" w:rsidRPr="001F6A7E">
        <w:rPr>
          <w:i/>
          <w:sz w:val="18"/>
          <w:szCs w:val="18"/>
        </w:rPr>
        <w:t>MA</w:t>
      </w:r>
      <w:r w:rsidR="0007651D" w:rsidRPr="001F6A7E">
        <w:rPr>
          <w:i/>
          <w:sz w:val="18"/>
          <w:szCs w:val="18"/>
        </w:rPr>
        <w:t xml:space="preserve">: </w:t>
      </w:r>
      <w:r w:rsidR="001F6A7E" w:rsidRPr="001F6A7E">
        <w:rPr>
          <w:i/>
          <w:sz w:val="18"/>
          <w:szCs w:val="18"/>
        </w:rPr>
        <w:t>Matter</w:t>
      </w:r>
      <w:r w:rsidR="0007651D" w:rsidRPr="001F6A7E">
        <w:rPr>
          <w:i/>
          <w:sz w:val="18"/>
          <w:szCs w:val="18"/>
        </w:rPr>
        <w:t xml:space="preserve"> &gt; Topic </w:t>
      </w:r>
      <w:r w:rsidRPr="001F6A7E">
        <w:rPr>
          <w:i/>
          <w:sz w:val="18"/>
          <w:szCs w:val="18"/>
        </w:rPr>
        <w:t>P</w:t>
      </w:r>
      <w:r w:rsidR="001F6A7E" w:rsidRPr="001F6A7E">
        <w:rPr>
          <w:i/>
          <w:sz w:val="18"/>
          <w:szCs w:val="18"/>
        </w:rPr>
        <w:t>MA5</w:t>
      </w:r>
      <w:r w:rsidR="0007651D" w:rsidRPr="001F6A7E">
        <w:rPr>
          <w:i/>
          <w:sz w:val="18"/>
          <w:szCs w:val="18"/>
        </w:rPr>
        <w:t xml:space="preserve">: </w:t>
      </w:r>
      <w:r w:rsidR="001F6A7E" w:rsidRPr="001F6A7E">
        <w:rPr>
          <w:i/>
          <w:sz w:val="18"/>
          <w:szCs w:val="18"/>
        </w:rPr>
        <w:t>Nuclear physics</w:t>
      </w:r>
      <w:r w:rsidR="006F3279" w:rsidRPr="001F6A7E">
        <w:rPr>
          <w:i/>
          <w:sz w:val="18"/>
          <w:szCs w:val="18"/>
        </w:rPr>
        <w:t xml:space="preserve"> &gt; </w:t>
      </w:r>
      <w:r w:rsidR="0007651D" w:rsidRPr="001F6A7E">
        <w:rPr>
          <w:i/>
          <w:sz w:val="18"/>
          <w:szCs w:val="18"/>
        </w:rPr>
        <w:t>Key concept</w:t>
      </w:r>
      <w:r w:rsidR="006F3279" w:rsidRPr="001F6A7E">
        <w:rPr>
          <w:i/>
          <w:sz w:val="18"/>
          <w:szCs w:val="18"/>
        </w:rPr>
        <w:t xml:space="preserve"> </w:t>
      </w:r>
      <w:r w:rsidR="001F6A7E" w:rsidRPr="001F6A7E">
        <w:rPr>
          <w:i/>
          <w:sz w:val="18"/>
          <w:szCs w:val="18"/>
        </w:rPr>
        <w:t>PMA5.3</w:t>
      </w:r>
      <w:r w:rsidR="006F3279" w:rsidRPr="001F6A7E">
        <w:rPr>
          <w:i/>
          <w:sz w:val="18"/>
          <w:szCs w:val="18"/>
        </w:rPr>
        <w:t xml:space="preserve">: </w:t>
      </w:r>
      <w:r w:rsidR="001F6A7E" w:rsidRPr="001F6A7E">
        <w:rPr>
          <w:i/>
          <w:sz w:val="18"/>
          <w:szCs w:val="18"/>
        </w:rPr>
        <w:t>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F6A7E" w:rsidP="006F3279">
            <w:pPr>
              <w:spacing w:after="60"/>
              <w:ind w:left="1304"/>
              <w:rPr>
                <w:b/>
                <w:sz w:val="40"/>
                <w:szCs w:val="40"/>
              </w:rPr>
            </w:pPr>
            <w:r w:rsidRPr="001F6A7E">
              <w:rPr>
                <w:b/>
                <w:sz w:val="40"/>
                <w:szCs w:val="40"/>
              </w:rPr>
              <w:t>Radioactive sources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1F6A7E" w:rsidP="001F6A7E">
            <w:pPr>
              <w:spacing w:before="60" w:after="60"/>
            </w:pPr>
            <w:r>
              <w:t>Some forms of radiation can ionise atoms or groups of atoms. Several properties of each form of ionising radiation are determined by its ionising power.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F6A7E" w:rsidP="0007651D">
            <w:pPr>
              <w:spacing w:before="60" w:after="60"/>
              <w:rPr>
                <w:b/>
              </w:rPr>
            </w:pPr>
            <w:r w:rsidRPr="001F6A7E">
              <w:t>Describe the difference between radioactive particles and radiation.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A44157" w:rsidP="007B18B8">
            <w:pPr>
              <w:spacing w:before="60" w:after="60"/>
            </w:pPr>
            <w:r>
              <w:t>F</w:t>
            </w:r>
            <w:r w:rsidR="00E1433A">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F6A7E" w:rsidP="000505CA">
            <w:pPr>
              <w:spacing w:before="60" w:after="60"/>
            </w:pPr>
            <w:r w:rsidRPr="001F6A7E">
              <w:t>Radioactive material, radioactive particle, radiation</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4415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w:t>
            </w:r>
            <w:r w:rsidR="0012314A">
              <w:rPr>
                <w:sz w:val="20"/>
              </w:rPr>
              <w:t xml:space="preserve">earlier in a teaching sequence </w:t>
            </w:r>
            <w:r w:rsidR="004C5D20">
              <w:rPr>
                <w:sz w:val="20"/>
              </w:rPr>
              <w:t xml:space="preserve">at age </w:t>
            </w:r>
            <w:r w:rsidR="00A44157">
              <w:rPr>
                <w:sz w:val="20"/>
              </w:rPr>
              <w:t>1</w:t>
            </w:r>
            <w:r w:rsidR="0012314A">
              <w:rPr>
                <w:sz w:val="20"/>
              </w:rPr>
              <w:t>4</w:t>
            </w:r>
            <w:r w:rsidR="00A44157">
              <w:rPr>
                <w:sz w:val="20"/>
              </w:rPr>
              <w:t>-1</w:t>
            </w:r>
            <w:r w:rsidR="0012314A">
              <w:rPr>
                <w:sz w:val="20"/>
              </w:rPr>
              <w:t>6</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46F8D" w:rsidRDefault="00046F8D" w:rsidP="00046F8D">
      <w:pPr>
        <w:spacing w:after="180"/>
      </w:pPr>
      <w:r>
        <w:t xml:space="preserve">When discussing radiation, it is important to make a clear distinction between radioactive material and radiation. These two terms are commonly mixed up and this can lead to the forming of misunderstanding </w:t>
      </w:r>
      <w:r>
        <w:fldChar w:fldCharType="begin">
          <w:fldData xml:space="preserve">PEVuZE5vdGU+PENpdGU+PEF1dGhvcj5FaWprZWxob2Y8L0F1dGhvcj48WWVhcj4xOTkwPC9ZZWFy
PjxJRFRleHQ+UmFkaWF0aW9uIGFuZCByaXNrIGluIHBoeXNpY3MgZWR1Y2F0aW9uPC9JRFRleHQ+
PERpc3BsYXlUZXh0PihFaWprZWxob2YsIDE5OTA7IE1pbGxhciwgMTk5NDsgTWlsbGFyIGFuZCBH
aWxsLCAxOTk2OyBQbG90eiwgMjAxNyk8L0Rpc3BsYXlUZXh0PjxyZWNvcmQ+PHRpdGxlcz48dGl0
bGU+UmFkaWF0aW9uIGFuZCByaXNrIGluIHBoeXNpY3MgZWR1Y2F0aW9uPC90aXRsZT48L3RpdGxl
cz48cGFnZXM+MjMyPC9wYWdlcz48Y29udHJpYnV0b3JzPjxhdXRob3JzPjxhdXRob3I+RWlqa2Vs
aG9mLCBILk0uQzwvYXV0aG9yPjwvYXV0aG9ycz48L2NvbnRyaWJ1dG9ycz48YWRkZWQtZGF0ZSBm
b3JtYXQ9InV0YyI+MTYzMTUyNTIzMTwvYWRkZWQtZGF0ZT48cHViLWxvY2F0aW9uPk5ldGhlcmxh
bmRzPC9wdWItbG9jYXRpb24+PHJlZi10eXBlIG5hbWU9IlRoZXNpcyI+MzI8L3JlZi10eXBlPjxk
YXRlcz48eWVhcj4xOTkwPC95ZWFyPjwvZGF0ZXM+PHJlYy1udW1iZXI+MzcyPC9yZWMtbnVtYmVy
PjxwdWJsaXNoZXI+Umlqa3N1bml2ZXJzaXRlaXQgVXRyZWNodDwvcHVibGlzaGVyPjxsYXN0LXVw
ZGF0ZWQtZGF0ZSBmb3JtYXQ9InV0YyI+MTYzMTUyNTMzNTwvbGFzdC11cGRhdGVkLWRhdGU+PC9y
ZWNvcmQ+PC9DaXRlPjxDaXRlPjxBdXRob3I+TWlsbGFyPC9BdXRob3I+PFllYXI+MTk5NDwvWWVh
cj48SURUZXh0PlNjaG9vbCBzdHVkZW50cyZhcG9zOyB1bmRlcnN0YW5kaW5nIG9mIGtleSBpZGVh
cyBhYm91dCByYWRpYXRpb24gYW5kIGlvbml6aW5nIHJhZGlhdGlvbjwvSURUZXh0PjxyZWNvcmQ+
PHRpdGxlcz48dGl0bGU+U2Nob29sIHN0dWRlbnRzJmFwb3M7IHVuZGVyc3RhbmRpbmcgb2Yga2V5
IGlkZWFzIGFib3V0IHJhZGlhdGlvbiBhbmQgaW9uaXppbmcgcmFkaWF0aW9uPC90aXRsZT48c2Vj
b25kYXJ5LXRpdGxlPlB1YmxpYyBVbmRlcnN0YW5kaW5nIG9mIFNjaWVuY2U8L3NlY29uZGFyeS10
aXRsZT48L3RpdGxlcz48cGFnZXM+NTMtNzA8L3BhZ2VzPjxjb250cmlidXRvcnM+PGF1dGhvcnM+
PGF1dGhvcj5NaWxsYXIsIFJvYmluPC9hdXRob3I+PC9hdXRob3JzPjwvY29udHJpYnV0b3JzPjxh
ZGRlZC1kYXRlIGZvcm1hdD0idXRjIj4xNjMxNTIzODIxPC9hZGRlZC1kYXRlPjxyZWYtdHlwZSBu
YW1lPSJKb3VybmFsIEFydGljbGUiPjE3PC9yZWYtdHlwZT48ZGF0ZXM+PHllYXI+MTk5NDwveWVh
cj48L2RhdGVzPjxyZWMtbnVtYmVyPjM3MTwvcmVjLW51bWJlcj48bGFzdC11cGRhdGVkLWRhdGUg
Zm9ybWF0PSJ1dGMiPjE2MzE1MjM5MTg8L2xhc3QtdXBkYXRlZC1kYXRlPjx2b2x1bWU+Mzwvdm9s
dW1lPjwvcmVjb3JkPjwvQ2l0ZT48Q2l0ZT48QXV0aG9yPk1pbGxhcjwvQXV0aG9yPjxZZWFyPjE5
OTY8L1llYXI+PElEVGV4dD5TY2hvb2wgc3R1ZGVudHMmYXBvczsgdW5kZXJzdGFuZGluZyBvZiBw
cm9jZXNzZXMgaW52b2x2aW5nIHJhZGlvYWN0aXZlIHN1YnN0YW5jZXMgYW5kIGlvbml6aW5nIHJh
ZGlhdGlvbjwvSURUZXh0PjxyZWNvcmQ+PHRpdGxlcz48dGl0bGU+U2Nob29sIHN0dWRlbnRzJmFw
b3M7IHVuZGVyc3RhbmRpbmcgb2YgcHJvY2Vzc2VzIGludm9sdmluZyByYWRpb2FjdGl2ZSBzdWJz
dGFuY2VzIGFuZCBpb25pemluZyByYWRpYXRpb248L3RpdGxlPjxzZWNvbmRhcnktdGl0bGU+UGh5
c2ljcyBFZHVjYXRpb248L3NlY29uZGFyeS10aXRsZT48L3RpdGxlcz48cGFnZXM+MjctMzM8L3Bh
Z2VzPjxjb250cmlidXRvcnM+PGF1dGhvcnM+PGF1dGhvcj5NaWxsYXIsIFJvYmluPC9hdXRob3I+
PGF1dGhvcj5HaWxsLCBKLiBTPC9hdXRob3I+PC9hdXRob3JzPjwvY29udHJpYnV0b3JzPjxhZGRl
ZC1kYXRlIGZvcm1hdD0idXRjIj4xNjMxNTE5OTQ1PC9hZGRlZC1kYXRlPjxyZWYtdHlwZSBuYW1l
PSJKb3VybmFsIEFydGljbGUiPjE3PC9yZWYtdHlwZT48ZGF0ZXM+PHllYXI+MTk5NjwveWVhcj48
L2RhdGVzPjxyZWMtbnVtYmVyPjM2NzwvcmVjLW51bWJlcj48bGFzdC11cGRhdGVkLWRhdGUgZm9y
bWF0PSJ1dGMiPjE2MzE1MjAxMTI8L2xhc3QtdXBkYXRlZC1kYXRlPjx2b2x1bWU+MzE8L3ZvbHVt
ZT48L3JlY29yZD48L0NpdGU+PENpdGU+PEF1dGhvcj5QbG90ejwvQXV0aG9yPjxZZWFyPjIwMTc8
L1llYXI+PElEVGV4dD5TdHVkZW50cyZhcG9zOyBjb25jZXB0aW9ucyBvZiByYWRpYXRpb24gYW5k
IHdoYXQgdG8gZG8gYWJvdXQgdGhlbTwvSURUZXh0PjxyZWNvcmQ+PHRpdGxlcz48dGl0bGU+U3R1
ZGVudHMmYXBvczsgY29uY2VwdGlvbnMgb2YgcmFkaWF0aW9uIGFuZCB3aGF0IHRvIGRvIGFib3V0
IHRoZW08L3RpdGxlPjxzZWNvbmRhcnktdGl0bGU+UGh5c2ljcyBFZHVjYXRpb248L3NlY29uZGFy
eS10aXRsZT48L3RpdGxlcz48cGFnZXM+MDE0MDA0PC9wYWdlcz48Y29udHJpYnV0b3JzPjxhdXRo
b3JzPjxhdXRob3I+UGxvdHosIFRob21hczwvYXV0aG9yPjwvYXV0aG9ycz48L2NvbnRyaWJ1dG9y
cz48YWRkZWQtZGF0ZSBmb3JtYXQ9InV0YyI+MTYzMTUxODUyMzwvYWRkZWQtZGF0ZT48cmVmLXR5
cGUgbmFtZT0iSm91cm5hbCBBcnRpY2xlIj4xNzwvcmVmLXR5cGU+PGRhdGVzPjx5ZWFyPjIwMTc8
L3llYXI+PC9kYXRlcz48cmVjLW51bWJlcj4zNjY8L3JlYy1udW1iZXI+PGxhc3QtdXBkYXRlZC1k
YXRlIGZvcm1hdD0idXRjIj4xNjMxNTE5MDA2PC9sYXN0LXVwZGF0ZWQtZGF0ZT48dm9sdW1lPjUy
KDEpPC92b2x1bWU+PC9yZWNvcmQ+PC9DaXRlPjwvRW5kTm90ZT5=
</w:fldData>
        </w:fldChar>
      </w:r>
      <w:r>
        <w:instrText xml:space="preserve"> ADDIN EN.CITE </w:instrText>
      </w:r>
      <w:r>
        <w:fldChar w:fldCharType="begin">
          <w:fldData xml:space="preserve">PEVuZE5vdGU+PENpdGU+PEF1dGhvcj5FaWprZWxob2Y8L0F1dGhvcj48WWVhcj4xOTkwPC9ZZWFy
PjxJRFRleHQ+UmFkaWF0aW9uIGFuZCByaXNrIGluIHBoeXNpY3MgZWR1Y2F0aW9uPC9JRFRleHQ+
PERpc3BsYXlUZXh0PihFaWprZWxob2YsIDE5OTA7IE1pbGxhciwgMTk5NDsgTWlsbGFyIGFuZCBH
aWxsLCAxOTk2OyBQbG90eiwgMjAxNyk8L0Rpc3BsYXlUZXh0PjxyZWNvcmQ+PHRpdGxlcz48dGl0
bGU+UmFkaWF0aW9uIGFuZCByaXNrIGluIHBoeXNpY3MgZWR1Y2F0aW9uPC90aXRsZT48L3RpdGxl
cz48cGFnZXM+MjMyPC9wYWdlcz48Y29udHJpYnV0b3JzPjxhdXRob3JzPjxhdXRob3I+RWlqa2Vs
aG9mLCBILk0uQzwvYXV0aG9yPjwvYXV0aG9ycz48L2NvbnRyaWJ1dG9ycz48YWRkZWQtZGF0ZSBm
b3JtYXQ9InV0YyI+MTYzMTUyNTIzMTwvYWRkZWQtZGF0ZT48cHViLWxvY2F0aW9uPk5ldGhlcmxh
bmRzPC9wdWItbG9jYXRpb24+PHJlZi10eXBlIG5hbWU9IlRoZXNpcyI+MzI8L3JlZi10eXBlPjxk
YXRlcz48eWVhcj4xOTkwPC95ZWFyPjwvZGF0ZXM+PHJlYy1udW1iZXI+MzcyPC9yZWMtbnVtYmVy
PjxwdWJsaXNoZXI+Umlqa3N1bml2ZXJzaXRlaXQgVXRyZWNodDwvcHVibGlzaGVyPjxsYXN0LXVw
ZGF0ZWQtZGF0ZSBmb3JtYXQ9InV0YyI+MTYzMTUyNTMzNTwvbGFzdC11cGRhdGVkLWRhdGU+PC9y
ZWNvcmQ+PC9DaXRlPjxDaXRlPjxBdXRob3I+TWlsbGFyPC9BdXRob3I+PFllYXI+MTk5NDwvWWVh
cj48SURUZXh0PlNjaG9vbCBzdHVkZW50cyZhcG9zOyB1bmRlcnN0YW5kaW5nIG9mIGtleSBpZGVh
cyBhYm91dCByYWRpYXRpb24gYW5kIGlvbml6aW5nIHJhZGlhdGlvbjwvSURUZXh0PjxyZWNvcmQ+
PHRpdGxlcz48dGl0bGU+U2Nob29sIHN0dWRlbnRzJmFwb3M7IHVuZGVyc3RhbmRpbmcgb2Yga2V5
IGlkZWFzIGFib3V0IHJhZGlhdGlvbiBhbmQgaW9uaXppbmcgcmFkaWF0aW9uPC90aXRsZT48c2Vj
b25kYXJ5LXRpdGxlPlB1YmxpYyBVbmRlcnN0YW5kaW5nIG9mIFNjaWVuY2U8L3NlY29uZGFyeS10
aXRsZT48L3RpdGxlcz48cGFnZXM+NTMtNzA8L3BhZ2VzPjxjb250cmlidXRvcnM+PGF1dGhvcnM+
PGF1dGhvcj5NaWxsYXIsIFJvYmluPC9hdXRob3I+PC9hdXRob3JzPjwvY29udHJpYnV0b3JzPjxh
ZGRlZC1kYXRlIGZvcm1hdD0idXRjIj4xNjMxNTIzODIxPC9hZGRlZC1kYXRlPjxyZWYtdHlwZSBu
YW1lPSJKb3VybmFsIEFydGljbGUiPjE3PC9yZWYtdHlwZT48ZGF0ZXM+PHllYXI+MTk5NDwveWVh
cj48L2RhdGVzPjxyZWMtbnVtYmVyPjM3MTwvcmVjLW51bWJlcj48bGFzdC11cGRhdGVkLWRhdGUg
Zm9ybWF0PSJ1dGMiPjE2MzE1MjM5MTg8L2xhc3QtdXBkYXRlZC1kYXRlPjx2b2x1bWU+Mzwvdm9s
dW1lPjwvcmVjb3JkPjwvQ2l0ZT48Q2l0ZT48QXV0aG9yPk1pbGxhcjwvQXV0aG9yPjxZZWFyPjE5
OTY8L1llYXI+PElEVGV4dD5TY2hvb2wgc3R1ZGVudHMmYXBvczsgdW5kZXJzdGFuZGluZyBvZiBw
cm9jZXNzZXMgaW52b2x2aW5nIHJhZGlvYWN0aXZlIHN1YnN0YW5jZXMgYW5kIGlvbml6aW5nIHJh
ZGlhdGlvbjwvSURUZXh0PjxyZWNvcmQ+PHRpdGxlcz48dGl0bGU+U2Nob29sIHN0dWRlbnRzJmFw
b3M7IHVuZGVyc3RhbmRpbmcgb2YgcHJvY2Vzc2VzIGludm9sdmluZyByYWRpb2FjdGl2ZSBzdWJz
dGFuY2VzIGFuZCBpb25pemluZyByYWRpYXRpb248L3RpdGxlPjxzZWNvbmRhcnktdGl0bGU+UGh5
c2ljcyBFZHVjYXRpb248L3NlY29uZGFyeS10aXRsZT48L3RpdGxlcz48cGFnZXM+MjctMzM8L3Bh
Z2VzPjxjb250cmlidXRvcnM+PGF1dGhvcnM+PGF1dGhvcj5NaWxsYXIsIFJvYmluPC9hdXRob3I+
PGF1dGhvcj5HaWxsLCBKLiBTPC9hdXRob3I+PC9hdXRob3JzPjwvY29udHJpYnV0b3JzPjxhZGRl
ZC1kYXRlIGZvcm1hdD0idXRjIj4xNjMxNTE5OTQ1PC9hZGRlZC1kYXRlPjxyZWYtdHlwZSBuYW1l
PSJKb3VybmFsIEFydGljbGUiPjE3PC9yZWYtdHlwZT48ZGF0ZXM+PHllYXI+MTk5NjwveWVhcj48
L2RhdGVzPjxyZWMtbnVtYmVyPjM2NzwvcmVjLW51bWJlcj48bGFzdC11cGRhdGVkLWRhdGUgZm9y
bWF0PSJ1dGMiPjE2MzE1MjAxMTI8L2xhc3QtdXBkYXRlZC1kYXRlPjx2b2x1bWU+MzE8L3ZvbHVt
ZT48L3JlY29yZD48L0NpdGU+PENpdGU+PEF1dGhvcj5QbG90ejwvQXV0aG9yPjxZZWFyPjIwMTc8
L1llYXI+PElEVGV4dD5TdHVkZW50cyZhcG9zOyBjb25jZXB0aW9ucyBvZiByYWRpYXRpb24gYW5k
IHdoYXQgdG8gZG8gYWJvdXQgdGhlbTwvSURUZXh0PjxyZWNvcmQ+PHRpdGxlcz48dGl0bGU+U3R1
ZGVudHMmYXBvczsgY29uY2VwdGlvbnMgb2YgcmFkaWF0aW9uIGFuZCB3aGF0IHRvIGRvIGFib3V0
IHRoZW08L3RpdGxlPjxzZWNvbmRhcnktdGl0bGU+UGh5c2ljcyBFZHVjYXRpb248L3NlY29uZGFy
eS10aXRsZT48L3RpdGxlcz48cGFnZXM+MDE0MDA0PC9wYWdlcz48Y29udHJpYnV0b3JzPjxhdXRo
b3JzPjxhdXRob3I+UGxvdHosIFRob21hczwvYXV0aG9yPjwvYXV0aG9ycz48L2NvbnRyaWJ1dG9y
cz48YWRkZWQtZGF0ZSBmb3JtYXQ9InV0YyI+MTYzMTUxODUyMzwvYWRkZWQtZGF0ZT48cmVmLXR5
cGUgbmFtZT0iSm91cm5hbCBBcnRpY2xlIj4xNzwvcmVmLXR5cGU+PGRhdGVzPjx5ZWFyPjIwMTc8
L3llYXI+PC9kYXRlcz48cmVjLW51bWJlcj4zNjY8L3JlYy1udW1iZXI+PGxhc3QtdXBkYXRlZC1k
YXRlIGZvcm1hdD0idXRjIj4xNjMxNTE5MDA2PC9sYXN0LXVwZGF0ZWQtZGF0ZT48dm9sdW1lPjUy
KDEpPC92b2x1bWU+PC9yZWNvcmQ+PC9DaXRlPjwvRW5kTm90ZT5=
</w:fldData>
        </w:fldChar>
      </w:r>
      <w:r>
        <w:instrText xml:space="preserve"> ADDIN EN.CITE.DATA </w:instrText>
      </w:r>
      <w:r>
        <w:fldChar w:fldCharType="end"/>
      </w:r>
      <w:r>
        <w:fldChar w:fldCharType="separate"/>
      </w:r>
      <w:r>
        <w:rPr>
          <w:noProof/>
        </w:rPr>
        <w:t>(Eijkelhof, 1990; Millar, 1994; Millar and Gill, 1996; Plotz, 2017)</w:t>
      </w:r>
      <w:r>
        <w:fldChar w:fldCharType="end"/>
      </w:r>
      <w:r>
        <w:t xml:space="preserve">. Students can also have the misunderstanding that radioactive materials contain ‘radiation’ </w:t>
      </w:r>
      <w:r>
        <w:fldChar w:fldCharType="begin"/>
      </w:r>
      <w:r>
        <w:instrText xml:space="preserve"> ADDIN EN.CITE &lt;EndNote&gt;&lt;Cite&gt;&lt;Author&gt;Millar&lt;/Author&gt;&lt;Year&gt;1994&lt;/Year&gt;&lt;IDText&gt;School students&amp;apos; understanding of key ideas about radiation and ionizing radiation&lt;/IDText&gt;&lt;DisplayText&gt;(Millar, 1994)&lt;/DisplayText&gt;&lt;record&gt;&lt;titles&gt;&lt;title&gt;School students&amp;apos; understanding of key ideas about radiation and ionizing radiation&lt;/title&gt;&lt;secondary-title&gt;Public Understanding of Science&lt;/secondary-title&gt;&lt;/titles&gt;&lt;pages&gt;53-70&lt;/pages&gt;&lt;contributors&gt;&lt;authors&gt;&lt;author&gt;Millar, Robin&lt;/author&gt;&lt;/authors&gt;&lt;/contributors&gt;&lt;added-date format="utc"&gt;1631523821&lt;/added-date&gt;&lt;ref-type name="Journal Article"&gt;17&lt;/ref-type&gt;&lt;dates&gt;&lt;year&gt;1994&lt;/year&gt;&lt;/dates&gt;&lt;rec-number&gt;371&lt;/rec-number&gt;&lt;last-updated-date format="utc"&gt;1631523918&lt;/last-updated-date&gt;&lt;volume&gt;3&lt;/volume&gt;&lt;/record&gt;&lt;/Cite&gt;&lt;/EndNote&gt;</w:instrText>
      </w:r>
      <w:r>
        <w:fldChar w:fldCharType="separate"/>
      </w:r>
      <w:r>
        <w:rPr>
          <w:noProof/>
        </w:rPr>
        <w:t>(Millar, 1994)</w:t>
      </w:r>
      <w:r>
        <w:fldChar w:fldCharType="end"/>
      </w:r>
      <w:r w:rsidR="00622D97">
        <w:t xml:space="preserve"> </w:t>
      </w:r>
      <w:r>
        <w:t>in much the same way as a wet sponge contains water.</w:t>
      </w:r>
    </w:p>
    <w:p w:rsidR="00046F8D" w:rsidRDefault="00046F8D" w:rsidP="00046F8D">
      <w:pPr>
        <w:spacing w:after="180"/>
      </w:pPr>
      <w:r>
        <w:t xml:space="preserve">Radioactive materials contain radioactive particles that are unstable and may undergo radioactive decay, and emit radiation. Alpha and beta particles are types of radiation, but it is common for students to describe them as ‘radioactive particles’ </w:t>
      </w:r>
      <w:r>
        <w:fldChar w:fldCharType="begin"/>
      </w:r>
      <w: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fldChar w:fldCharType="separate"/>
      </w:r>
      <w:r>
        <w:rPr>
          <w:noProof/>
        </w:rPr>
        <w:t>(Millar and Gill, 1996)</w:t>
      </w:r>
      <w:r>
        <w:fldChar w:fldCharType="end"/>
      </w:r>
      <w:r>
        <w:t>. This is wrong because they are both stable particles and do not undergo radioactive decay. Similarly, gamma radiation, which comprises of high energy photons, (which, at this stage, can be thought of as short bursts of electromagnetic wave) does not undergo radioactive decay.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5758" w:rsidRDefault="007F5758" w:rsidP="007F5758">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046F8D" w:rsidRDefault="00046F8D">
      <w:pPr>
        <w:spacing w:after="200" w:line="276" w:lineRule="auto"/>
        <w:rPr>
          <w:rFonts w:cstheme="minorHAnsi"/>
          <w:i/>
        </w:rPr>
      </w:pPr>
      <w:r>
        <w:rPr>
          <w:rFonts w:cstheme="minorHAnsi"/>
          <w:i/>
        </w:rPr>
        <w:br w:type="page"/>
      </w:r>
    </w:p>
    <w:p w:rsidR="007F5758" w:rsidRDefault="007F5758" w:rsidP="007F5758">
      <w:pPr>
        <w:spacing w:after="180"/>
        <w:rPr>
          <w:rFonts w:cstheme="minorHAnsi"/>
          <w:i/>
        </w:rPr>
      </w:pPr>
      <w:r w:rsidRPr="00AE7928">
        <w:rPr>
          <w:rFonts w:cstheme="minorHAnsi"/>
          <w:i/>
        </w:rPr>
        <w:lastRenderedPageBreak/>
        <w:t>Differentiation</w:t>
      </w:r>
    </w:p>
    <w:p w:rsidR="007F5758" w:rsidRDefault="007F5758" w:rsidP="007F5758">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w:t>
      </w:r>
      <w:r w:rsidR="00046F8D">
        <w:rPr>
          <w:rFonts w:cstheme="minorHAnsi"/>
        </w:rPr>
        <w:t>,</w:t>
      </w:r>
      <w:r w:rsidRPr="00AE7928">
        <w:rPr>
          <w:rFonts w:cstheme="minorHAnsi"/>
        </w:rPr>
        <w:t xml:space="preserve">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Pr="00046F8D" w:rsidRDefault="00BB44B4" w:rsidP="00BB44B4">
      <w:pPr>
        <w:spacing w:after="180"/>
      </w:pPr>
      <w:r w:rsidRPr="005B1739">
        <w:t xml:space="preserve">For </w:t>
      </w:r>
      <w:r w:rsidRPr="00046F8D">
        <w:t>the class</w:t>
      </w:r>
      <w:r w:rsidR="00046F8D" w:rsidRPr="00046F8D">
        <w:t xml:space="preserve"> (optional)</w:t>
      </w:r>
      <w:r w:rsidRPr="00046F8D">
        <w:t>:</w:t>
      </w:r>
    </w:p>
    <w:p w:rsidR="00D04A0D" w:rsidRPr="00046F8D" w:rsidRDefault="00046F8D" w:rsidP="00D04A0D">
      <w:pPr>
        <w:pStyle w:val="ListParagraph"/>
        <w:numPr>
          <w:ilvl w:val="0"/>
          <w:numId w:val="1"/>
        </w:numPr>
        <w:spacing w:after="180"/>
      </w:pPr>
      <w:r w:rsidRPr="00046F8D">
        <w:t>A set of radioactive sources.</w:t>
      </w:r>
    </w:p>
    <w:p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rsidR="006D01E3" w:rsidRPr="006D01E3" w:rsidRDefault="006D01E3" w:rsidP="004E01FB">
      <w:pPr>
        <w:spacing w:after="120" w:line="276" w:lineRule="auto"/>
        <w:rPr>
          <w:bCs/>
          <w:szCs w:val="32"/>
        </w:rPr>
      </w:pPr>
      <w:r w:rsidRPr="006D01E3">
        <w:rPr>
          <w:bCs/>
          <w:szCs w:val="32"/>
        </w:rPr>
        <w:t xml:space="preserve">Each radioactive source contains </w:t>
      </w:r>
      <w:r w:rsidR="004E01FB">
        <w:rPr>
          <w:b/>
          <w:bCs/>
          <w:color w:val="C00000"/>
          <w:szCs w:val="32"/>
        </w:rPr>
        <w:t xml:space="preserve">radioactive </w:t>
      </w:r>
      <w:r w:rsidR="00B43AB6">
        <w:rPr>
          <w:b/>
          <w:bCs/>
          <w:color w:val="C00000"/>
          <w:szCs w:val="32"/>
        </w:rPr>
        <w:t>particles</w:t>
      </w:r>
      <w:r w:rsidRPr="006D01E3">
        <w:rPr>
          <w:bCs/>
          <w:szCs w:val="32"/>
        </w:rPr>
        <w:t>.</w:t>
      </w:r>
    </w:p>
    <w:p w:rsidR="006D01E3" w:rsidRPr="006D01E3" w:rsidRDefault="006D01E3" w:rsidP="004E01FB">
      <w:pPr>
        <w:spacing w:line="276" w:lineRule="auto"/>
        <w:ind w:left="426"/>
        <w:rPr>
          <w:bCs/>
          <w:szCs w:val="32"/>
        </w:rPr>
      </w:pPr>
      <w:r w:rsidRPr="006D01E3">
        <w:rPr>
          <w:bCs/>
          <w:szCs w:val="32"/>
        </w:rPr>
        <w:t xml:space="preserve">The alpha source emits alpha particles. </w:t>
      </w:r>
    </w:p>
    <w:p w:rsidR="006D01E3" w:rsidRPr="006D01E3" w:rsidRDefault="006D01E3" w:rsidP="004E01FB">
      <w:pPr>
        <w:spacing w:after="120" w:line="276" w:lineRule="auto"/>
        <w:ind w:left="426"/>
        <w:rPr>
          <w:bCs/>
          <w:szCs w:val="32"/>
        </w:rPr>
      </w:pPr>
      <w:r w:rsidRPr="006D01E3">
        <w:rPr>
          <w:bCs/>
          <w:szCs w:val="32"/>
        </w:rPr>
        <w:t xml:space="preserve">Alpha particles are </w:t>
      </w:r>
      <w:r w:rsidR="004E01FB">
        <w:rPr>
          <w:b/>
          <w:bCs/>
          <w:color w:val="C00000"/>
          <w:szCs w:val="32"/>
        </w:rPr>
        <w:t>radiation</w:t>
      </w:r>
      <w:r w:rsidRPr="006D01E3">
        <w:rPr>
          <w:bCs/>
          <w:szCs w:val="32"/>
        </w:rPr>
        <w:t>.</w:t>
      </w:r>
    </w:p>
    <w:p w:rsidR="006D01E3" w:rsidRPr="006D01E3" w:rsidRDefault="006D01E3" w:rsidP="004E01FB">
      <w:pPr>
        <w:spacing w:line="276" w:lineRule="auto"/>
        <w:ind w:left="426"/>
        <w:rPr>
          <w:bCs/>
          <w:szCs w:val="32"/>
        </w:rPr>
      </w:pPr>
      <w:r w:rsidRPr="006D01E3">
        <w:rPr>
          <w:bCs/>
          <w:szCs w:val="32"/>
        </w:rPr>
        <w:t xml:space="preserve">The beta source emits beta particles. </w:t>
      </w:r>
    </w:p>
    <w:p w:rsidR="004E01FB" w:rsidRDefault="006D01E3" w:rsidP="004E01FB">
      <w:pPr>
        <w:spacing w:after="120" w:line="276" w:lineRule="auto"/>
        <w:ind w:left="426"/>
        <w:rPr>
          <w:bCs/>
          <w:szCs w:val="32"/>
        </w:rPr>
      </w:pPr>
      <w:r w:rsidRPr="006D01E3">
        <w:rPr>
          <w:bCs/>
          <w:szCs w:val="32"/>
        </w:rPr>
        <w:t xml:space="preserve">Beta particles are </w:t>
      </w:r>
      <w:r w:rsidR="004E01FB">
        <w:rPr>
          <w:b/>
          <w:bCs/>
          <w:color w:val="C00000"/>
          <w:szCs w:val="32"/>
        </w:rPr>
        <w:t>radiation</w:t>
      </w:r>
      <w:r w:rsidR="004E01FB" w:rsidRPr="006D01E3">
        <w:rPr>
          <w:bCs/>
          <w:szCs w:val="32"/>
        </w:rPr>
        <w:t>.</w:t>
      </w:r>
    </w:p>
    <w:p w:rsidR="006D01E3" w:rsidRPr="006D01E3" w:rsidRDefault="006D01E3" w:rsidP="004E01FB">
      <w:pPr>
        <w:spacing w:line="276" w:lineRule="auto"/>
        <w:ind w:left="425"/>
        <w:rPr>
          <w:bCs/>
          <w:szCs w:val="32"/>
        </w:rPr>
      </w:pPr>
      <w:r w:rsidRPr="006D01E3">
        <w:rPr>
          <w:bCs/>
          <w:szCs w:val="32"/>
        </w:rPr>
        <w:t xml:space="preserve">The gamma source emits gamma photons. </w:t>
      </w:r>
    </w:p>
    <w:p w:rsidR="004E01FB" w:rsidRDefault="006D01E3" w:rsidP="004E01FB">
      <w:pPr>
        <w:spacing w:after="120" w:line="276" w:lineRule="auto"/>
        <w:ind w:left="426"/>
        <w:rPr>
          <w:bCs/>
          <w:szCs w:val="32"/>
        </w:rPr>
      </w:pPr>
      <w:r w:rsidRPr="006D01E3">
        <w:rPr>
          <w:bCs/>
          <w:szCs w:val="32"/>
        </w:rPr>
        <w:t xml:space="preserve">Gamma photons are </w:t>
      </w:r>
      <w:r w:rsidR="004E01FB">
        <w:rPr>
          <w:b/>
          <w:bCs/>
          <w:color w:val="C00000"/>
          <w:szCs w:val="32"/>
        </w:rPr>
        <w:t>radiation</w:t>
      </w:r>
      <w:r w:rsidR="004E01FB" w:rsidRPr="006D01E3">
        <w:rPr>
          <w:bCs/>
          <w:szCs w:val="32"/>
        </w:rPr>
        <w:t>.</w:t>
      </w:r>
    </w:p>
    <w:p w:rsidR="006D01E3" w:rsidRPr="006D01E3" w:rsidRDefault="006D01E3" w:rsidP="004E01FB">
      <w:pPr>
        <w:spacing w:line="276" w:lineRule="auto"/>
        <w:rPr>
          <w:bCs/>
          <w:szCs w:val="32"/>
        </w:rPr>
      </w:pPr>
      <w:r w:rsidRPr="006D01E3">
        <w:rPr>
          <w:bCs/>
          <w:szCs w:val="32"/>
        </w:rPr>
        <w:t>Each radioactive source is stored in a metal box made of lead.</w:t>
      </w:r>
    </w:p>
    <w:p w:rsidR="006D01E3" w:rsidRPr="006D01E3" w:rsidRDefault="006D01E3" w:rsidP="004E01FB">
      <w:pPr>
        <w:spacing w:after="120" w:line="276" w:lineRule="auto"/>
        <w:rPr>
          <w:bCs/>
          <w:szCs w:val="32"/>
        </w:rPr>
      </w:pPr>
      <w:r w:rsidRPr="006D01E3">
        <w:rPr>
          <w:bCs/>
          <w:szCs w:val="32"/>
        </w:rPr>
        <w:t xml:space="preserve">The lead box absorbs </w:t>
      </w:r>
      <w:r w:rsidR="004E01FB">
        <w:rPr>
          <w:b/>
          <w:bCs/>
          <w:color w:val="C00000"/>
          <w:szCs w:val="32"/>
        </w:rPr>
        <w:t>radiation</w:t>
      </w:r>
      <w:r w:rsidR="004E01FB" w:rsidRPr="006D01E3">
        <w:rPr>
          <w:bCs/>
          <w:szCs w:val="32"/>
        </w:rPr>
        <w:t>.</w:t>
      </w:r>
      <w:r w:rsidRPr="006D01E3">
        <w:rPr>
          <w:bCs/>
          <w:szCs w:val="32"/>
        </w:rPr>
        <w:t xml:space="preserve"> </w:t>
      </w:r>
    </w:p>
    <w:p w:rsidR="006D01E3" w:rsidRPr="006D01E3" w:rsidRDefault="004E01FB" w:rsidP="004E01FB">
      <w:pPr>
        <w:spacing w:after="180" w:line="276" w:lineRule="auto"/>
        <w:rPr>
          <w:b/>
          <w:color w:val="5F497A" w:themeColor="accent4" w:themeShade="BF"/>
        </w:rPr>
      </w:pPr>
      <w:r>
        <w:rPr>
          <w:b/>
          <w:bCs/>
          <w:color w:val="C00000"/>
          <w:szCs w:val="32"/>
        </w:rPr>
        <w:t xml:space="preserve">Radioactive </w:t>
      </w:r>
      <w:r w:rsidR="00B43AB6">
        <w:rPr>
          <w:b/>
          <w:bCs/>
          <w:color w:val="C00000"/>
          <w:szCs w:val="32"/>
        </w:rPr>
        <w:t>particles</w:t>
      </w:r>
      <w:r w:rsidRPr="006D01E3">
        <w:rPr>
          <w:bCs/>
          <w:szCs w:val="32"/>
        </w:rPr>
        <w:t xml:space="preserve"> </w:t>
      </w:r>
      <w:r w:rsidR="00B43AB6">
        <w:rPr>
          <w:bCs/>
          <w:szCs w:val="32"/>
        </w:rPr>
        <w:t>can</w:t>
      </w:r>
      <w:r w:rsidR="006D01E3" w:rsidRPr="006D01E3">
        <w:rPr>
          <w:bCs/>
          <w:szCs w:val="32"/>
        </w:rPr>
        <w:t xml:space="preserve"> decay and emit </w:t>
      </w:r>
      <w:r>
        <w:rPr>
          <w:b/>
          <w:bCs/>
          <w:color w:val="C00000"/>
          <w:szCs w:val="32"/>
        </w:rPr>
        <w:t>radiation</w:t>
      </w:r>
      <w:r w:rsidRPr="006D01E3">
        <w:rPr>
          <w:bCs/>
          <w:szCs w:val="32"/>
        </w:rPr>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4E01FB" w:rsidP="00A01222">
      <w:pPr>
        <w:spacing w:after="180"/>
      </w:pPr>
      <w:r>
        <w:t xml:space="preserve">Students often describe alpha or beta radiation as radioactive particles, which they are not because they are not unstable and do not decay to release radiation. </w:t>
      </w:r>
    </w:p>
    <w:p w:rsidR="004E01FB" w:rsidRDefault="0057327E" w:rsidP="00A01222">
      <w:pPr>
        <w:spacing w:after="180"/>
      </w:pPr>
      <w:r>
        <w:t xml:space="preserve">A radioactive </w:t>
      </w:r>
      <w:r w:rsidR="00020765">
        <w:t>material, that is the source of radioactivity,</w:t>
      </w:r>
      <w:r>
        <w:t xml:space="preserve"> contains</w:t>
      </w:r>
      <w:r w:rsidR="004E01FB">
        <w:t xml:space="preserve"> radioactive particles that </w:t>
      </w:r>
      <w:r w:rsidR="00622D97">
        <w:t>over time</w:t>
      </w:r>
      <w:r w:rsidR="004E01FB">
        <w:t xml:space="preserve"> decay to release radiation.</w:t>
      </w:r>
      <w:r w:rsidR="00622D97">
        <w:t xml:space="preserve"> Usually a radioactive material is formed from both radioactive and non-radioactive particles.</w:t>
      </w:r>
    </w:p>
    <w:p w:rsidR="00622D97" w:rsidRDefault="00622D97" w:rsidP="00A01222">
      <w:pPr>
        <w:spacing w:after="180"/>
      </w:pPr>
      <w:r>
        <w:t xml:space="preserve">Alpha and beta particles are very fast-moving particles that can ionise atoms or groups of atoms. Gamma photons can be thought of as </w:t>
      </w:r>
      <w:r w:rsidR="00357AC8">
        <w:t>short bursts</w:t>
      </w:r>
      <w:r>
        <w:t xml:space="preserve"> of electromagnetic wave that can cause ionisation.</w:t>
      </w:r>
    </w:p>
    <w:p w:rsidR="00622D97" w:rsidRPr="004E01FB" w:rsidRDefault="00622D97" w:rsidP="00A01222">
      <w:pPr>
        <w:spacing w:after="180"/>
      </w:pPr>
      <w:r>
        <w:t>Alpha, beta and gamma are all ionising radiation because they radiate away from a source and can cause ionisation.</w:t>
      </w:r>
    </w:p>
    <w:p w:rsidR="00A01222" w:rsidRPr="00A6111E" w:rsidRDefault="00A01222" w:rsidP="008A3A38">
      <w:pPr>
        <w:spacing w:after="180"/>
      </w:pPr>
      <w:r w:rsidRPr="004F039C">
        <w:t xml:space="preserve">If students have </w:t>
      </w:r>
      <w:r w:rsidR="004B1C32">
        <w:t>misunderstanding</w:t>
      </w:r>
      <w:r w:rsidRPr="004F039C">
        <w:t xml:space="preserve">s about </w:t>
      </w:r>
      <w:r w:rsidR="00622D97" w:rsidRPr="001F6A7E">
        <w:t xml:space="preserve">the difference between radioactive particles and </w:t>
      </w:r>
      <w:r w:rsidR="00622D97" w:rsidRPr="00622D97">
        <w:t>radiation</w:t>
      </w:r>
      <w:r w:rsidRPr="00622D97">
        <w:t xml:space="preserve">, </w:t>
      </w:r>
      <w:r w:rsidR="00622D97" w:rsidRPr="00622D97">
        <w:t xml:space="preserve">it can help to </w:t>
      </w:r>
      <w:r w:rsidR="00622D97">
        <w:t>review the processes of alpha and beta emission and to give students opportunity to write their own de</w:t>
      </w:r>
      <w:r w:rsidR="00020765">
        <w:t>finitions</w:t>
      </w:r>
      <w:r w:rsidR="00622D97">
        <w:t xml:space="preserve"> of each term and to practi</w:t>
      </w:r>
      <w:r w:rsidR="00020765">
        <w:t>s</w:t>
      </w:r>
      <w:r w:rsidR="00622D97">
        <w:t>e using the terms correctly</w:t>
      </w:r>
      <w:r w:rsidRPr="00622D97">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w:t>
      </w:r>
      <w:r w:rsidR="007D536F" w:rsidRPr="008A3A38">
        <w:t>t</w:t>
      </w:r>
      <w:r w:rsidR="0015356E" w:rsidRPr="008A3A38">
        <w:t xml:space="preserve"> (UYSEG)</w:t>
      </w:r>
      <w:r w:rsidR="008A3A38" w:rsidRPr="008A3A38">
        <w:t>.</w:t>
      </w:r>
    </w:p>
    <w:p w:rsidR="00CC78A5" w:rsidRDefault="00D278E8" w:rsidP="00E172C6">
      <w:pPr>
        <w:spacing w:after="180"/>
      </w:pPr>
      <w:r w:rsidRPr="0045323E">
        <w:t xml:space="preserve">Images: </w:t>
      </w:r>
      <w:r w:rsidR="007D536F">
        <w:t>Peter Fairhurst (UYSEG)</w:t>
      </w:r>
      <w:r w:rsidR="008A3A38" w:rsidRPr="008A3A38">
        <w:t>,</w:t>
      </w:r>
      <w:r w:rsidR="008A3A38">
        <w:t xml:space="preserve"> with the</w:t>
      </w:r>
      <w:r w:rsidR="008A3A38" w:rsidRPr="008A3A38">
        <w:t xml:space="preserve"> </w:t>
      </w:r>
      <w:r w:rsidR="008A3A38">
        <w:t>radiation sign from CLEAPPS sheet E232: Common safety signs.</w:t>
      </w:r>
    </w:p>
    <w:p w:rsidR="00622D97" w:rsidRDefault="00622D97">
      <w:pPr>
        <w:spacing w:after="200" w:line="276" w:lineRule="auto"/>
        <w:rPr>
          <w:b/>
          <w:color w:val="5F497A" w:themeColor="accent4" w:themeShade="BF"/>
          <w:sz w:val="24"/>
        </w:rPr>
      </w:pPr>
      <w:r>
        <w:rPr>
          <w:b/>
          <w:color w:val="5F497A" w:themeColor="accent4" w:themeShade="BF"/>
          <w:sz w:val="24"/>
        </w:rPr>
        <w:br w:type="page"/>
      </w:r>
    </w:p>
    <w:p w:rsidR="00046F8D" w:rsidRDefault="003117F6" w:rsidP="00E24309">
      <w:pPr>
        <w:spacing w:after="180"/>
        <w:rPr>
          <w:b/>
          <w:color w:val="5F497A" w:themeColor="accent4" w:themeShade="BF"/>
          <w:sz w:val="24"/>
        </w:rPr>
      </w:pPr>
      <w:r w:rsidRPr="002C79AE">
        <w:rPr>
          <w:b/>
          <w:color w:val="5F497A" w:themeColor="accent4" w:themeShade="BF"/>
          <w:sz w:val="24"/>
        </w:rPr>
        <w:t>References</w:t>
      </w:r>
    </w:p>
    <w:p w:rsidR="00046F8D" w:rsidRPr="00046F8D" w:rsidRDefault="00046F8D" w:rsidP="008A3A38">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046F8D">
        <w:t xml:space="preserve">Eijkelhof, H. M. C. (1990). </w:t>
      </w:r>
      <w:r w:rsidRPr="00046F8D">
        <w:rPr>
          <w:i/>
        </w:rPr>
        <w:t>Radiation and risk in physics education.</w:t>
      </w:r>
      <w:r w:rsidRPr="00046F8D">
        <w:t xml:space="preserve"> Rijksuniversiteit Utrecht.</w:t>
      </w:r>
    </w:p>
    <w:p w:rsidR="00046F8D" w:rsidRPr="00046F8D" w:rsidRDefault="00046F8D" w:rsidP="008A3A38">
      <w:pPr>
        <w:pStyle w:val="EndNoteBibliography"/>
        <w:spacing w:after="120"/>
        <w:ind w:left="426" w:hanging="426"/>
      </w:pPr>
      <w:r w:rsidRPr="00046F8D">
        <w:t xml:space="preserve">Millar, R. (1994). School students' understanding of key ideas about radiation and ionizing radiation. </w:t>
      </w:r>
      <w:r w:rsidRPr="00046F8D">
        <w:rPr>
          <w:i/>
        </w:rPr>
        <w:t>Public Understanding of Science,</w:t>
      </w:r>
      <w:r w:rsidRPr="00046F8D">
        <w:t xml:space="preserve"> 3</w:t>
      </w:r>
      <w:r w:rsidRPr="00046F8D">
        <w:rPr>
          <w:b/>
        </w:rPr>
        <w:t>,</w:t>
      </w:r>
      <w:r w:rsidRPr="00046F8D">
        <w:t xml:space="preserve"> 53-70.</w:t>
      </w:r>
    </w:p>
    <w:p w:rsidR="00046F8D" w:rsidRPr="00046F8D" w:rsidRDefault="00046F8D" w:rsidP="008A3A38">
      <w:pPr>
        <w:pStyle w:val="EndNoteBibliography"/>
        <w:spacing w:after="120"/>
        <w:ind w:left="426" w:hanging="426"/>
      </w:pPr>
      <w:r w:rsidRPr="00046F8D">
        <w:t xml:space="preserve">Millar, R. and Gill, J. S. (1996). School students' understanding of processes involving radioactive substances and ionizing radiation. </w:t>
      </w:r>
      <w:r w:rsidRPr="00046F8D">
        <w:rPr>
          <w:i/>
        </w:rPr>
        <w:t>Physics Education,</w:t>
      </w:r>
      <w:r w:rsidRPr="00046F8D">
        <w:t xml:space="preserve"> 31</w:t>
      </w:r>
      <w:r w:rsidRPr="00046F8D">
        <w:rPr>
          <w:b/>
        </w:rPr>
        <w:t>,</w:t>
      </w:r>
      <w:r w:rsidRPr="00046F8D">
        <w:t xml:space="preserve"> 27-33.</w:t>
      </w:r>
    </w:p>
    <w:p w:rsidR="00046F8D" w:rsidRPr="00046F8D" w:rsidRDefault="00046F8D" w:rsidP="008A3A38">
      <w:pPr>
        <w:pStyle w:val="EndNoteBibliography"/>
        <w:spacing w:after="120"/>
        <w:ind w:left="426" w:hanging="426"/>
      </w:pPr>
      <w:r w:rsidRPr="00046F8D">
        <w:t xml:space="preserve">Plotz, T. (2017). Students' conceptions of radiation and what to do about them. </w:t>
      </w:r>
      <w:r w:rsidRPr="00046F8D">
        <w:rPr>
          <w:i/>
        </w:rPr>
        <w:t>Physics Education,</w:t>
      </w:r>
      <w:r w:rsidRPr="00046F8D">
        <w:t xml:space="preserve"> 52(1)</w:t>
      </w:r>
      <w:r w:rsidRPr="00046F8D">
        <w:rPr>
          <w:b/>
        </w:rPr>
        <w:t>,</w:t>
      </w:r>
      <w:r w:rsidRPr="00046F8D">
        <w:t xml:space="preserve"> 014004.</w:t>
      </w:r>
    </w:p>
    <w:p w:rsidR="00B46FF9" w:rsidRDefault="00046F8D" w:rsidP="008A3A38">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040" w:rsidRDefault="00E86040" w:rsidP="000B473B">
      <w:r>
        <w:separator/>
      </w:r>
    </w:p>
  </w:endnote>
  <w:endnote w:type="continuationSeparator" w:id="0">
    <w:p w:rsidR="00E86040" w:rsidRDefault="00E8604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C6413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DB0">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A4415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040" w:rsidRDefault="00E86040" w:rsidP="000B473B">
      <w:r>
        <w:separator/>
      </w:r>
    </w:p>
  </w:footnote>
  <w:footnote w:type="continuationSeparator" w:id="0">
    <w:p w:rsidR="00E86040" w:rsidRDefault="00E8604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261D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A7EAD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86040"/>
    <w:rsid w:val="00015578"/>
    <w:rsid w:val="00020765"/>
    <w:rsid w:val="00024731"/>
    <w:rsid w:val="00026DEC"/>
    <w:rsid w:val="00046F8D"/>
    <w:rsid w:val="000505CA"/>
    <w:rsid w:val="0007651D"/>
    <w:rsid w:val="0009089A"/>
    <w:rsid w:val="000947E2"/>
    <w:rsid w:val="00095E04"/>
    <w:rsid w:val="000A0D12"/>
    <w:rsid w:val="000B473B"/>
    <w:rsid w:val="000D0E89"/>
    <w:rsid w:val="000E2689"/>
    <w:rsid w:val="0012314A"/>
    <w:rsid w:val="00142613"/>
    <w:rsid w:val="00144DA7"/>
    <w:rsid w:val="0015356E"/>
    <w:rsid w:val="00161D3F"/>
    <w:rsid w:val="001915D4"/>
    <w:rsid w:val="001A1FED"/>
    <w:rsid w:val="001A40E2"/>
    <w:rsid w:val="001C4805"/>
    <w:rsid w:val="001E159E"/>
    <w:rsid w:val="001F6A7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57AC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01FB"/>
    <w:rsid w:val="004E1DF1"/>
    <w:rsid w:val="004E5592"/>
    <w:rsid w:val="0050055B"/>
    <w:rsid w:val="00524710"/>
    <w:rsid w:val="00535269"/>
    <w:rsid w:val="00555342"/>
    <w:rsid w:val="005560E2"/>
    <w:rsid w:val="0057327E"/>
    <w:rsid w:val="005A452E"/>
    <w:rsid w:val="005A6EE7"/>
    <w:rsid w:val="005F1A7B"/>
    <w:rsid w:val="005F67C2"/>
    <w:rsid w:val="00622D97"/>
    <w:rsid w:val="006355D8"/>
    <w:rsid w:val="00642ECD"/>
    <w:rsid w:val="006502A0"/>
    <w:rsid w:val="006772F5"/>
    <w:rsid w:val="006A4440"/>
    <w:rsid w:val="006B0615"/>
    <w:rsid w:val="006D01E3"/>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62A9D"/>
    <w:rsid w:val="00873B8C"/>
    <w:rsid w:val="00880E3B"/>
    <w:rsid w:val="008A3A38"/>
    <w:rsid w:val="008A405F"/>
    <w:rsid w:val="008C7F34"/>
    <w:rsid w:val="008E580C"/>
    <w:rsid w:val="0090047A"/>
    <w:rsid w:val="00922952"/>
    <w:rsid w:val="00925026"/>
    <w:rsid w:val="00931264"/>
    <w:rsid w:val="00942A4B"/>
    <w:rsid w:val="00961D59"/>
    <w:rsid w:val="009B2D55"/>
    <w:rsid w:val="009C0343"/>
    <w:rsid w:val="009E0D11"/>
    <w:rsid w:val="009F2253"/>
    <w:rsid w:val="00A01222"/>
    <w:rsid w:val="00A24A16"/>
    <w:rsid w:val="00A37D14"/>
    <w:rsid w:val="00A44157"/>
    <w:rsid w:val="00A6111E"/>
    <w:rsid w:val="00A6168B"/>
    <w:rsid w:val="00A62028"/>
    <w:rsid w:val="00AA5B77"/>
    <w:rsid w:val="00AA6236"/>
    <w:rsid w:val="00AB6AE7"/>
    <w:rsid w:val="00AD21F5"/>
    <w:rsid w:val="00B06225"/>
    <w:rsid w:val="00B23C7A"/>
    <w:rsid w:val="00B305F5"/>
    <w:rsid w:val="00B43AB6"/>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1DB0"/>
    <w:rsid w:val="00D52283"/>
    <w:rsid w:val="00D524E5"/>
    <w:rsid w:val="00D72FEF"/>
    <w:rsid w:val="00D755FA"/>
    <w:rsid w:val="00DC4A4E"/>
    <w:rsid w:val="00DD1874"/>
    <w:rsid w:val="00DD63BD"/>
    <w:rsid w:val="00DF05DB"/>
    <w:rsid w:val="00DF7E20"/>
    <w:rsid w:val="00E1433A"/>
    <w:rsid w:val="00E172C6"/>
    <w:rsid w:val="00E24309"/>
    <w:rsid w:val="00E53D82"/>
    <w:rsid w:val="00E86040"/>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6E25E6"/>
  <w15:docId w15:val="{FF632A9B-CDBD-4414-B306-8A817625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46F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46F8D"/>
    <w:rPr>
      <w:rFonts w:ascii="Calibri" w:hAnsi="Calibri" w:cs="Calibri"/>
      <w:noProof/>
      <w:lang w:val="en-US"/>
    </w:rPr>
  </w:style>
  <w:style w:type="paragraph" w:customStyle="1" w:styleId="EndNoteBibliography">
    <w:name w:val="EndNote Bibliography"/>
    <w:basedOn w:val="Normal"/>
    <w:link w:val="EndNoteBibliographyChar"/>
    <w:rsid w:val="00046F8D"/>
    <w:rPr>
      <w:rFonts w:ascii="Calibri" w:hAnsi="Calibri" w:cs="Calibri"/>
      <w:noProof/>
      <w:lang w:val="en-US"/>
    </w:rPr>
  </w:style>
  <w:style w:type="character" w:customStyle="1" w:styleId="EndNoteBibliographyChar">
    <w:name w:val="EndNote Bibliography Char"/>
    <w:basedOn w:val="DefaultParagraphFont"/>
    <w:link w:val="EndNoteBibliography"/>
    <w:rsid w:val="00046F8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66132093">
      <w:bodyDiv w:val="1"/>
      <w:marLeft w:val="0"/>
      <w:marRight w:val="0"/>
      <w:marTop w:val="0"/>
      <w:marBottom w:val="0"/>
      <w:divBdr>
        <w:top w:val="none" w:sz="0" w:space="0" w:color="auto"/>
        <w:left w:val="none" w:sz="0" w:space="0" w:color="auto"/>
        <w:bottom w:val="none" w:sz="0" w:space="0" w:color="auto"/>
        <w:right w:val="none" w:sz="0" w:space="0" w:color="auto"/>
      </w:divBdr>
    </w:div>
    <w:div w:id="1087000452">
      <w:bodyDiv w:val="1"/>
      <w:marLeft w:val="0"/>
      <w:marRight w:val="0"/>
      <w:marTop w:val="0"/>
      <w:marBottom w:val="0"/>
      <w:divBdr>
        <w:top w:val="none" w:sz="0" w:space="0" w:color="auto"/>
        <w:left w:val="none" w:sz="0" w:space="0" w:color="auto"/>
        <w:bottom w:val="none" w:sz="0" w:space="0" w:color="auto"/>
        <w:right w:val="none" w:sz="0" w:space="0" w:color="auto"/>
      </w:divBdr>
    </w:div>
    <w:div w:id="1185824346">
      <w:bodyDiv w:val="1"/>
      <w:marLeft w:val="0"/>
      <w:marRight w:val="0"/>
      <w:marTop w:val="0"/>
      <w:marBottom w:val="0"/>
      <w:divBdr>
        <w:top w:val="none" w:sz="0" w:space="0" w:color="auto"/>
        <w:left w:val="none" w:sz="0" w:space="0" w:color="auto"/>
        <w:bottom w:val="none" w:sz="0" w:space="0" w:color="auto"/>
        <w:right w:val="none" w:sz="0" w:space="0" w:color="auto"/>
      </w:divBdr>
    </w:div>
    <w:div w:id="183633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BEST_Template_D_Focused cloze.dotx</Template>
  <TotalTime>50</TotalTime>
  <Pages>4</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2022-01-14T13:15:00Z</dcterms:created>
  <dcterms:modified xsi:type="dcterms:W3CDTF">2022-01-28T10:00:00Z</dcterms:modified>
</cp:coreProperties>
</file>